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20E" w:rsidRPr="00574010" w:rsidRDefault="00DE520E" w:rsidP="00574010">
      <w:pPr>
        <w:ind w:left="708"/>
        <w:jc w:val="center"/>
        <w:rPr>
          <w:rFonts w:ascii="Times New Roman" w:hAnsi="Times New Roman"/>
          <w:b/>
          <w:bCs/>
          <w:sz w:val="32"/>
          <w:szCs w:val="32"/>
          <w:lang w:val="kk-KZ"/>
        </w:rPr>
      </w:pPr>
      <w:r w:rsidRPr="00574010">
        <w:rPr>
          <w:rFonts w:ascii="Times New Roman" w:hAnsi="Times New Roman"/>
          <w:b/>
          <w:bCs/>
          <w:sz w:val="32"/>
          <w:szCs w:val="32"/>
          <w:lang w:val="kk-KZ"/>
        </w:rPr>
        <w:t>Отбасы сайысы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Мақсаты:Ата-аналар мен балаларды сайысқа қатыстыра отырып,олардың салт дәстүріміз туралы,білімдері мен өнерлерін байқау.Ән-би,қолөнер тәрізді халықтық өнерлерден хабардарлығын анықтау.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Тәрбиелік:Отбасы–Отанның бір бөлшегі екендігін ұғындырып,оқушыларды ынтымақ пен бірлікке,татулық пен ұйымшылдыққа , мейірімділікке аналарының шексіз еңбегін бағалай білуге  тәрбиелеу.</w:t>
      </w:r>
    </w:p>
    <w:p w:rsidR="00DE520E" w:rsidRPr="00407ED9" w:rsidRDefault="00DE520E" w:rsidP="00407ED9">
      <w:pPr>
        <w:ind w:left="708"/>
        <w:jc w:val="center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Барысы: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Мұғалім: «Отбасы –шағын мемлекет » деген сөз бар.Ынтымағы келіскен,түтіні түзу ұшқан әрбір шаңырақ –мемлекетіміздің құт берекесі.Атамыз қазақ  «Бала –адамның бауыр еті», «Балалы үй базар» дейді.Өйткені бала-өмірдің жалғасы,отбасының жеміс берер гүлі. Отбасы-бұл қоғамның негізі.Баланың болашақта жақсы азамат болып өсуі,жан-жақты тәрбиелі болуы отбасында берілетін ұлттық тәрбиеге байланысты. Бүгінгі сайысымызға сыныбымыз түгел, яғни алты отбасы қатысады.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      Ана-бала,бала-ана бір ұғым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      Бір –бірінсіз жоқ олардың бақыты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      Омыртқаның үзбеу үшін жұлынын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       Екеуінің өтсін бірге уақыты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Ана –бала көздің ақ пен қарасы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Бір-бірінсіз таусылмайтын шарасы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Әр ананы арманына жеткізер,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Әр баланың ақылы,ары санасы дегендей бүгінгі сайысымызға оқушыларымыз түгелдей аналарымен келіпті     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1-жұп.Қуантады білімімен Бақытгүл қыз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Қол сағып қарсы алайық енді оны біз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Сайысқа жеңгесімен келіп отыр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Бүгінгі қабыл болсын тілегіміз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2-жұп.Сабырлы әрі салмақты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Өзі өнерлі жан –жақты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Анасы мен Наурызбай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Жарысты бүгін жалғапты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3-жұп.Қыздардың бәрі сұлу салсаң назар,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Бәрі де арманына қолын созар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Анасы мен келіп тұр Орынкүл қыз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Бұйырса бақыт құсы саған қонар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4-жұп.Қол соғып қарсы алыңдар шығады енді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Оларға да берейік бүгін төрді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Жеңімпаз болармын деп келіп тұрған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Анасы менАзаматқа кезек келді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5-жұп.Жақсы адам кімге болсын болар пана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Мол оның тал бойында ақыл,сана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Анасымен сайысқа келіп отыр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Сыныптың мақтанышы бұл Сәния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6-жұп.Көңіл бөлші қазір шығар ортаға,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Қош келдіңіз сіз де біздің ортаға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Анасы мен келіп тұрған сайысқа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Қарсы алайық кезек келді Алматқа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Ортаға оқушылар аналарын алып шығады.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Жиналыппыз сәтті күні бәріміз де,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Үлкен,кіші,жасымыз,кәріміз де.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Төрлетіңіз қадірменді қонақтар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Гүл-гүл жайнап мына біздің төрімізге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Оқушылар мен ата-аналары орындарына жайғасады.</w:t>
      </w:r>
    </w:p>
    <w:p w:rsidR="00DE520E" w:rsidRPr="00574010" w:rsidRDefault="00DE520E" w:rsidP="00407ED9">
      <w:pPr>
        <w:ind w:left="708"/>
        <w:jc w:val="both"/>
        <w:rPr>
          <w:rFonts w:ascii="Times New Roman" w:hAnsi="Times New Roman"/>
          <w:b/>
          <w:bCs/>
          <w:sz w:val="32"/>
          <w:szCs w:val="32"/>
          <w:lang w:val="kk-KZ"/>
        </w:rPr>
      </w:pPr>
      <w:r w:rsidRPr="00574010">
        <w:rPr>
          <w:rFonts w:ascii="Times New Roman" w:hAnsi="Times New Roman"/>
          <w:b/>
          <w:bCs/>
          <w:sz w:val="32"/>
          <w:szCs w:val="32"/>
          <w:lang w:val="kk-KZ"/>
        </w:rPr>
        <w:t>Сайыстың жоспары.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І.Таныстыру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(Ортаға отбасылар шығып,өздерін таныстырады)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ІІ. «Өнерлінің өрісі кең»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 (Топтың өнерін тамашалау ән ,би т.б.)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ІІІ.Сұрақ -жауап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ІҮ. «Ептілік сайысы»ойыны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    (Картоп тазалаудан жарыс)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Ү. «Мен анамның өнерін мақтан тұтам»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(Аналары жасаған бұйымдар мен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«Таңдайдан дәмі кетпес тәтті астың» атты ас мәзірімен таныстыру)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ҮІ.Мәнерлеп оқу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(Топ өздері ұнатқан ақын шығармаларынан үзінді оқиды)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Ү ІІ.Қорытынды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І.Сәлемдесу-игі дәстүр киелі,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Сөзбен қарап,кейде шешер шиені.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Жақсы сөзге жан семірер қашанда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Жолданады сайыскерлер сәлемі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Сайыскерлер өз реттерімен таныстыруларын айтады.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ІІ. Кедеймін деп қысылма,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Өнерің болса қолыңда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Өнерлінің ырысы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Жарқырап жатар жолында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дей келе «Өнерпаздар сайысын » бастаймыз.(әр отбасы өз өнерлерін көрсетеді)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   ІІІ. Орасақ та жәннат ішік ,құндызға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    Баласақ та айға,күнге,жұлдызға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   Ана соның бәрінен де ардақты,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   Одан асқан құдірет жоқ ұл-қызға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Сайысымыздың келесі бөлімі сұрақ-жауап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1.Бақытты отбасы болудың негізгі шарттарына  нені жатқызар едіңіз?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2.Сәлемдесу,жөн сұрасудың өз-өзіндік дәстүрлері бар.Осы жайында не айтасыз?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3.Бала шыр етіп дүниеге келгеннен бастап,үлкен азамат болғанға дейін жасалатын салт –жоралардың түрлері қандай?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4.Қазақтың ұлттық ойындарын атаңыз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5.Жеті атаны таратыңыз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6. «Ұлым-қызым,саған айтам» дегендей,балаңызға аманат етіп,ғибрат етіп не айтар едіңіз?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2. «Мақал айтсаң –жол көрсеттің,мәтел айтсаң-жанымды жайландырдың» демекші,ал енді балаларыңыз бен бірігіп мына үзік-үзік сөздерден мақал құрастырыңыздар.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1.Ұяда.... ұшқанда....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2.Ата..... бала....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3.Ер....ез...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4.Өле... бөле....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5.Таяқ... сөз .....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6.Мал .... жер...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7.Сүйіндіреді .... күйіндіреді ....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8.Мектеп ....білім....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9.Қыз .... гүл .....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10.Оқу...білім...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11.Анасын...аяғын..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12.Көз...қол...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ІҮ.Өнерлінің өнерін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Тағыда байқап көрейік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Жүйрік аттай желейік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Ептілерге кезек берейік ептілер сайысы (картоп тазалаудан жарыс)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Ү.Шеберлерім  өнер тамып қолынан,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Жаңылмаған ата-баба жолынан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Шебер қолдар өз өнерін көрсетсін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Біз айталық төрелігін соңынан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«Мен анамның өнерін мақтан тұтам» аналарының қолөнер бұйымдары және ас мәзірімен таныстыру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ҮІ.Тәлім алған отбасынан өнегелі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Өнерлілер таң қалдырған талай елді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Ән салсақ,би де билеп,жыр жырласақ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Ешкімнен қалыспаймыз біздер енді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 xml:space="preserve">  Келесі сайысымыз мәнерлеп оқу 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ҮІІ.Жеңістер мен жеңілістен тұратын,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Өмір күрес,жеткізе ме мұратын.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Жеңбедім жеңілдім деп ренжімегін,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Қатысу да бір жеңіс,жан болсаң сен ұғатын.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Кезекті әділқазалар алқасына береміз.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Ата салтым-асыл мұрам, ардағым,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Бабалардың жалғастырар арманын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Сан ғасырда қалпын бұзбас қадірін,</w:t>
      </w:r>
    </w:p>
    <w:p w:rsidR="00DE520E" w:rsidRPr="00407ED9" w:rsidRDefault="00DE520E" w:rsidP="00407ED9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Өткенімді бүгініммен жалғадым!</w:t>
      </w:r>
    </w:p>
    <w:p w:rsidR="00DE520E" w:rsidRPr="00407ED9" w:rsidRDefault="00DE520E" w:rsidP="00574010">
      <w:pPr>
        <w:ind w:left="708"/>
        <w:jc w:val="both"/>
        <w:rPr>
          <w:rFonts w:ascii="Times New Roman" w:hAnsi="Times New Roman"/>
          <w:sz w:val="32"/>
          <w:szCs w:val="32"/>
          <w:lang w:val="kk-KZ"/>
        </w:rPr>
      </w:pPr>
      <w:r w:rsidRPr="00407ED9">
        <w:rPr>
          <w:rFonts w:ascii="Times New Roman" w:hAnsi="Times New Roman"/>
          <w:sz w:val="32"/>
          <w:szCs w:val="32"/>
          <w:lang w:val="kk-KZ"/>
        </w:rPr>
        <w:t>Құрметті ата-аналар ұстаздар .Сіздер бүгін «отбасы сайысын» көріп тамашаладыңыздар.Өз ұл-қыздарыңыздың білімі мен өнерін аңғардаңыздар.Сіздерге әрқашанда сәттілік тілей отырып, отбсыларыңызға</w:t>
      </w:r>
      <w:r>
        <w:rPr>
          <w:rFonts w:ascii="Times New Roman" w:hAnsi="Times New Roman"/>
          <w:sz w:val="32"/>
          <w:szCs w:val="32"/>
          <w:lang w:val="kk-KZ"/>
        </w:rPr>
        <w:t xml:space="preserve"> </w:t>
      </w:r>
      <w:r w:rsidRPr="00407ED9">
        <w:rPr>
          <w:rFonts w:ascii="Times New Roman" w:hAnsi="Times New Roman"/>
          <w:sz w:val="32"/>
          <w:szCs w:val="32"/>
          <w:lang w:val="kk-KZ"/>
        </w:rPr>
        <w:t>береке,ынтымақ тілеймін.Мектеппен жиі байланыста болыңыздар!</w:t>
      </w:r>
    </w:p>
    <w:p w:rsidR="00DE520E" w:rsidRDefault="00DE520E" w:rsidP="00407ED9">
      <w:pPr>
        <w:ind w:left="708"/>
        <w:jc w:val="both"/>
        <w:rPr>
          <w:sz w:val="32"/>
          <w:szCs w:val="32"/>
          <w:lang w:val="kk-KZ"/>
        </w:rPr>
      </w:pPr>
    </w:p>
    <w:p w:rsidR="00DE520E" w:rsidRPr="00407ED9" w:rsidRDefault="00DE520E">
      <w:pPr>
        <w:rPr>
          <w:lang w:val="kk-KZ"/>
        </w:rPr>
      </w:pPr>
    </w:p>
    <w:sectPr w:rsidR="00DE520E" w:rsidRPr="00407ED9" w:rsidSect="00BA1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ED9"/>
    <w:rsid w:val="00407ED9"/>
    <w:rsid w:val="004F7661"/>
    <w:rsid w:val="00574010"/>
    <w:rsid w:val="0062771C"/>
    <w:rsid w:val="00BA1B7F"/>
    <w:rsid w:val="00DE5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B7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6</Pages>
  <Words>749</Words>
  <Characters>4273</Characters>
  <Application>Microsoft Office Outlook</Application>
  <DocSecurity>0</DocSecurity>
  <Lines>0</Lines>
  <Paragraphs>0</Paragraphs>
  <ScaleCrop>false</ScaleCrop>
  <Company>НСШ №221 Аккум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Жанасбаев Жиренбай</dc:creator>
  <cp:keywords/>
  <dc:description/>
  <cp:lastModifiedBy>барселона</cp:lastModifiedBy>
  <cp:revision>4</cp:revision>
  <dcterms:created xsi:type="dcterms:W3CDTF">2011-10-07T08:10:00Z</dcterms:created>
  <dcterms:modified xsi:type="dcterms:W3CDTF">2013-04-24T19:42:00Z</dcterms:modified>
</cp:coreProperties>
</file>