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F3" w:rsidRDefault="000D68F3" w:rsidP="007A5956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 w:rsidRPr="00F31188">
        <w:rPr>
          <w:rFonts w:ascii="Times New Roman" w:hAnsi="Times New Roman"/>
          <w:b/>
          <w:sz w:val="24"/>
          <w:szCs w:val="24"/>
          <w:lang w:val="kk-KZ"/>
        </w:rPr>
        <w:t>Урок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31188">
        <w:rPr>
          <w:rFonts w:ascii="Times New Roman" w:hAnsi="Times New Roman"/>
          <w:b/>
          <w:sz w:val="24"/>
          <w:szCs w:val="24"/>
        </w:rPr>
        <w:t xml:space="preserve">  в 11 классе по литературе</w:t>
      </w:r>
      <w:r>
        <w:rPr>
          <w:rFonts w:ascii="Times New Roman" w:hAnsi="Times New Roman"/>
          <w:b/>
          <w:sz w:val="24"/>
          <w:szCs w:val="24"/>
        </w:rPr>
        <w:t>.</w:t>
      </w:r>
      <w:r w:rsidRPr="00F31188">
        <w:rPr>
          <w:rFonts w:ascii="Times New Roman" w:hAnsi="Times New Roman"/>
          <w:b/>
          <w:sz w:val="24"/>
          <w:szCs w:val="24"/>
        </w:rPr>
        <w:t xml:space="preserve"> </w:t>
      </w:r>
    </w:p>
    <w:p w:rsidR="000D68F3" w:rsidRDefault="000D68F3" w:rsidP="007A5956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Тема:  Рассказ </w:t>
      </w:r>
      <w:r w:rsidRPr="00F31188">
        <w:rPr>
          <w:rFonts w:ascii="Times New Roman" w:hAnsi="Times New Roman"/>
          <w:b/>
          <w:sz w:val="24"/>
          <w:szCs w:val="24"/>
        </w:rPr>
        <w:t xml:space="preserve"> М.Шолохова «Судьба человека». Смысл названия рассказа. Изображение суровых испытаний жизни. Широта типизации в рассказе. Композиция рассказа.</w:t>
      </w:r>
    </w:p>
    <w:p w:rsidR="000D68F3" w:rsidRDefault="000D68F3" w:rsidP="007A5956">
      <w:pPr>
        <w:spacing w:after="0"/>
        <w:rPr>
          <w:rFonts w:ascii="Times New Roman" w:hAnsi="Times New Roman"/>
          <w:b/>
          <w:sz w:val="24"/>
          <w:szCs w:val="24"/>
        </w:rPr>
      </w:pPr>
      <w:r w:rsidRPr="00F31188">
        <w:rPr>
          <w:rFonts w:ascii="Times New Roman" w:hAnsi="Times New Roman"/>
          <w:b/>
          <w:sz w:val="24"/>
          <w:szCs w:val="24"/>
        </w:rPr>
        <w:t xml:space="preserve"> </w:t>
      </w:r>
    </w:p>
    <w:p w:rsidR="000D68F3" w:rsidRDefault="000D68F3" w:rsidP="007A5956">
      <w:pPr>
        <w:spacing w:after="0"/>
        <w:rPr>
          <w:rFonts w:ascii="Times New Roman" w:hAnsi="Times New Roman"/>
          <w:sz w:val="24"/>
          <w:szCs w:val="24"/>
        </w:rPr>
      </w:pPr>
      <w:r w:rsidRPr="00BC1006">
        <w:rPr>
          <w:rFonts w:ascii="Times New Roman" w:hAnsi="Times New Roman"/>
          <w:b/>
          <w:sz w:val="24"/>
          <w:szCs w:val="24"/>
        </w:rPr>
        <w:t>Цели урока:</w:t>
      </w:r>
      <w:r>
        <w:rPr>
          <w:rFonts w:ascii="Times New Roman" w:hAnsi="Times New Roman"/>
          <w:sz w:val="24"/>
          <w:szCs w:val="24"/>
        </w:rPr>
        <w:t xml:space="preserve"> 1. Повторить и углубить знания о жизни и творчестве М.Шолохова;</w:t>
      </w:r>
    </w:p>
    <w:p w:rsidR="000D68F3" w:rsidRDefault="000D68F3" w:rsidP="007A59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Выявить знание содержания  рассказа, проследить этапы жизненного пути А. Соколова, развивать умение учащихся анализировать произведение, размышлять над произведением;</w:t>
      </w:r>
    </w:p>
    <w:p w:rsidR="000D68F3" w:rsidRDefault="000D68F3" w:rsidP="007A59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Способствовать патриотическому воспитанию на примере жизни писателя, героя рассказа «Судьба человека», прививать нравственные качества человека, как гуманность, человеколюбие, смелость, правдивость и т.д.</w:t>
      </w:r>
    </w:p>
    <w:p w:rsidR="000D68F3" w:rsidRDefault="000D68F3" w:rsidP="007A5956">
      <w:pPr>
        <w:spacing w:after="0"/>
        <w:rPr>
          <w:rFonts w:ascii="Times New Roman" w:hAnsi="Times New Roman"/>
          <w:sz w:val="24"/>
          <w:szCs w:val="24"/>
        </w:rPr>
      </w:pPr>
      <w:r w:rsidRPr="00BC1006">
        <w:rPr>
          <w:rFonts w:ascii="Times New Roman" w:hAnsi="Times New Roman"/>
          <w:b/>
          <w:sz w:val="24"/>
          <w:szCs w:val="24"/>
        </w:rPr>
        <w:t>Оборудование:</w:t>
      </w:r>
      <w:r>
        <w:rPr>
          <w:rFonts w:ascii="Times New Roman" w:hAnsi="Times New Roman"/>
          <w:sz w:val="24"/>
          <w:szCs w:val="24"/>
        </w:rPr>
        <w:t xml:space="preserve"> учебник литературы, портрет М Шолохова, иллюстрации к рассказу «Судьба человека», высказывание М.Шолохова, реферат, кроссворд по рассказу «Судьба человека».</w:t>
      </w:r>
    </w:p>
    <w:p w:rsidR="000D68F3" w:rsidRDefault="000D68F3" w:rsidP="007A5956">
      <w:pPr>
        <w:spacing w:after="0"/>
        <w:rPr>
          <w:rFonts w:ascii="Times New Roman" w:hAnsi="Times New Roman"/>
          <w:sz w:val="24"/>
          <w:szCs w:val="24"/>
        </w:rPr>
      </w:pPr>
      <w:r w:rsidRPr="00BC1006">
        <w:rPr>
          <w:rFonts w:ascii="Times New Roman" w:hAnsi="Times New Roman"/>
          <w:b/>
          <w:sz w:val="24"/>
          <w:szCs w:val="24"/>
        </w:rPr>
        <w:t>Тип урока:</w:t>
      </w:r>
      <w:r>
        <w:rPr>
          <w:rFonts w:ascii="Times New Roman" w:hAnsi="Times New Roman"/>
          <w:sz w:val="24"/>
          <w:szCs w:val="24"/>
        </w:rPr>
        <w:t xml:space="preserve"> традиционный</w:t>
      </w:r>
    </w:p>
    <w:p w:rsidR="000D68F3" w:rsidRDefault="000D68F3" w:rsidP="007A5956">
      <w:pPr>
        <w:spacing w:after="0"/>
        <w:rPr>
          <w:rFonts w:ascii="Times New Roman" w:hAnsi="Times New Roman"/>
          <w:sz w:val="24"/>
          <w:szCs w:val="24"/>
        </w:rPr>
      </w:pPr>
      <w:r w:rsidRPr="00BC1006">
        <w:rPr>
          <w:rFonts w:ascii="Times New Roman" w:hAnsi="Times New Roman"/>
          <w:b/>
          <w:sz w:val="24"/>
          <w:szCs w:val="24"/>
        </w:rPr>
        <w:t>Эпиграф к уроку:</w:t>
      </w:r>
      <w:r>
        <w:rPr>
          <w:rFonts w:ascii="Times New Roman" w:hAnsi="Times New Roman"/>
          <w:sz w:val="24"/>
          <w:szCs w:val="24"/>
        </w:rPr>
        <w:t xml:space="preserve">  «Тут самое главное – не ранить сердце ребенка».</w:t>
      </w:r>
    </w:p>
    <w:p w:rsidR="000D68F3" w:rsidRDefault="000D68F3" w:rsidP="007A5956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М.Шолохов.</w:t>
      </w:r>
    </w:p>
    <w:p w:rsidR="000D68F3" w:rsidRPr="00CC1A5D" w:rsidRDefault="000D68F3" w:rsidP="007A5956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0D68F3" w:rsidRPr="00CC1A5D" w:rsidRDefault="000D68F3" w:rsidP="007A5956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0D68F3" w:rsidRPr="00BC1006" w:rsidRDefault="000D68F3" w:rsidP="007A59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C1006">
        <w:rPr>
          <w:rFonts w:ascii="Times New Roman" w:hAnsi="Times New Roman"/>
          <w:b/>
          <w:sz w:val="24"/>
          <w:szCs w:val="24"/>
        </w:rPr>
        <w:t>Ход урока: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BC1006">
        <w:rPr>
          <w:rFonts w:ascii="Times New Roman" w:hAnsi="Times New Roman"/>
          <w:b/>
          <w:sz w:val="24"/>
          <w:szCs w:val="24"/>
          <w:lang w:val="en-US"/>
        </w:rPr>
        <w:t>I</w:t>
      </w:r>
      <w:r w:rsidRPr="00BC1006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BC1006">
        <w:rPr>
          <w:rFonts w:ascii="Times New Roman" w:hAnsi="Times New Roman"/>
          <w:b/>
          <w:sz w:val="24"/>
          <w:szCs w:val="24"/>
        </w:rPr>
        <w:t>Организационный момент.</w:t>
      </w:r>
    </w:p>
    <w:p w:rsidR="000D68F3" w:rsidRPr="00CC1A5D" w:rsidRDefault="000D68F3" w:rsidP="007A5956">
      <w:pPr>
        <w:spacing w:after="0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0D68F3" w:rsidRPr="00BC1006" w:rsidRDefault="000D68F3" w:rsidP="007A59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C100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BC1006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BC1006">
        <w:rPr>
          <w:rFonts w:ascii="Times New Roman" w:hAnsi="Times New Roman"/>
          <w:b/>
          <w:sz w:val="24"/>
          <w:szCs w:val="24"/>
        </w:rPr>
        <w:t>Слово учителя.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-Ежегодно мы отмечаем праздник – День Победы. События с 1941 года до последних ударов Советской Армии представляют собой эпопею невиданного героизма. И сколько бы лет не прошло, люди Земли снова и снова будут возвращаться памятью к этой Победе, ознаменовавшей торжество жизни над смертью, разума над безумием, гуманности над воровством.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В.Афанасьев говорил: « О войне писать трудно… Счастлив, кто её не знает, и я хотел бы пожелать бы всем добрым людям не знать её никогда… Трудно писать о войне…»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 xml:space="preserve">     Да, о войне вспоминать, говорить, писать трудно, но надо…. И сегодня, ребята, мы поговорим о героизме, о мужестве, о сохранении человечности в бесчеловечных условиях войны на примере рассказа М Шолохова «Судьба человека».</w:t>
      </w:r>
    </w:p>
    <w:p w:rsidR="000D68F3" w:rsidRPr="00CC1A5D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D68F3" w:rsidRPr="002533B5" w:rsidRDefault="000D68F3" w:rsidP="007A59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33B5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2533B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2533B5">
        <w:rPr>
          <w:rFonts w:ascii="Times New Roman" w:hAnsi="Times New Roman"/>
          <w:b/>
          <w:sz w:val="24"/>
          <w:szCs w:val="24"/>
        </w:rPr>
        <w:t>Опрос домашнего задания.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Учащиеся рассказывают подготовленное дома сообщение  о жизни и творчестве М Шолохова.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Биограф-исследователь.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Произведения Шолохова выходили в переводе в Германии, Швеции, Дании, Англии, во Франции, Японии, Китае; практически были переведены на все языки мира. Зарубежные журналисты, писатели были поражены его скромностью и простотой.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Историк – литературовед.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Рассказ «Судьба человека» был написан Шолоховым в поразительно короткие сроки, всего за несколько дней напряженной работы. Однако, творческая история его занимает многие годы: между случайной встречей с человеком, ставшим прототипом Андрея Соколова, и появлением «Судьбы человека» прошло 10 лет. Критик М.Кокта в статье, посвященной рассказу Шолохова, пишет: «Замысел этого рассказа возник у писателя в пути. Возвратился он тогда с поездки по степям, как рассказывают вешенцы, необычайно взволнованным и все еще долго находился под впечатлением от встречи и знакомства в хуторе Волховском Еланской станицы с каким-то шофером и мальчиком, которого шофер вел за руку к речной переправе.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«Напишу об этом рассказ, обязательно напишу», -говорил писатель в Вешенском райкоме партии, делясь с партийными работниками своим творческим замыслом».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 xml:space="preserve">      Вернулся к этому замыслу Шолохов лишь через 10 лет, чтобы напомнить людям о творческих уроках минувшего, предупредить человечество о грозной опасности новых войн.</w:t>
      </w:r>
    </w:p>
    <w:p w:rsidR="000D68F3" w:rsidRPr="00CC1A5D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D68F3" w:rsidRPr="00BC1006" w:rsidRDefault="000D68F3" w:rsidP="007A59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  <w:r w:rsidRPr="00BC1006">
        <w:rPr>
          <w:rFonts w:ascii="Times New Roman" w:hAnsi="Times New Roman"/>
          <w:b/>
          <w:sz w:val="24"/>
          <w:szCs w:val="24"/>
        </w:rPr>
        <w:t>. Работа по теме урока.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1006">
        <w:rPr>
          <w:rFonts w:ascii="Times New Roman" w:hAnsi="Times New Roman"/>
          <w:b/>
          <w:sz w:val="24"/>
          <w:szCs w:val="24"/>
        </w:rPr>
        <w:t>1. Словарная работа.</w:t>
      </w:r>
      <w:r>
        <w:rPr>
          <w:rFonts w:ascii="Times New Roman" w:hAnsi="Times New Roman"/>
          <w:sz w:val="24"/>
          <w:szCs w:val="24"/>
        </w:rPr>
        <w:t xml:space="preserve"> Ученики записывают в тетради слова с их лексическим значением.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1006">
        <w:rPr>
          <w:rFonts w:ascii="Times New Roman" w:hAnsi="Times New Roman"/>
          <w:b/>
          <w:i/>
          <w:sz w:val="24"/>
          <w:szCs w:val="24"/>
        </w:rPr>
        <w:t>Исповедь</w:t>
      </w:r>
      <w:r w:rsidRPr="00BC1006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1. Откровенное признание в чем-нибудь, сообщение своих мыслей, взглядов;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 верующих покаяние в грехах перед священником.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1006">
        <w:rPr>
          <w:rFonts w:ascii="Times New Roman" w:hAnsi="Times New Roman"/>
          <w:b/>
          <w:i/>
          <w:sz w:val="24"/>
          <w:szCs w:val="24"/>
        </w:rPr>
        <w:t xml:space="preserve">Подвиг </w:t>
      </w:r>
      <w:r w:rsidRPr="00BC1006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героический, самоотверженный поступок.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1006">
        <w:rPr>
          <w:rFonts w:ascii="Times New Roman" w:hAnsi="Times New Roman"/>
          <w:b/>
          <w:i/>
          <w:sz w:val="24"/>
          <w:szCs w:val="24"/>
        </w:rPr>
        <w:t>Нравственность –</w:t>
      </w:r>
      <w:r>
        <w:rPr>
          <w:rFonts w:ascii="Times New Roman" w:hAnsi="Times New Roman"/>
          <w:sz w:val="24"/>
          <w:szCs w:val="24"/>
        </w:rPr>
        <w:t xml:space="preserve"> правила, определяющие поведение, духовные и душевные качества, необходимые человеку в обществе, а также выполнение этих правил, поведение.</w:t>
      </w:r>
    </w:p>
    <w:p w:rsidR="000D68F3" w:rsidRPr="00BC1006" w:rsidRDefault="000D68F3" w:rsidP="007A59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C1006">
        <w:rPr>
          <w:rFonts w:ascii="Times New Roman" w:hAnsi="Times New Roman"/>
          <w:b/>
          <w:sz w:val="24"/>
          <w:szCs w:val="24"/>
        </w:rPr>
        <w:t>2. Анализ теста.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Ответить на вопросы: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1). Ребята, какова тема рассказа «Судьба человека»?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Какова идея рассказа?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Дайте портретное описание Андрея Соколова.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Каким вы представляете маленького героя рассказа?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Какие беды принесла детям война?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В рассказе мы видим отношение взрослых и детей. Жизнь взрослого – Андрея Соколова и жизнь ребенка- Ванюши. Расскажите об их жизни до войны, на войне.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Какие чувства вы испытали к двум героям – Андрею Соколову и Ванюше?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Как показаны отношения этих двух людей, нашедших друг друга?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Одинок ли Соколов в отношении к Ванюше?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Что объединяет и автора – рассказчика,  и Андрея Соколова в их  отношении к детям?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иллюстраций к рассказу «Судьба человека».</w:t>
      </w:r>
    </w:p>
    <w:p w:rsidR="000D68F3" w:rsidRPr="00BC1006" w:rsidRDefault="000D68F3" w:rsidP="007A59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C1006">
        <w:rPr>
          <w:rFonts w:ascii="Times New Roman" w:hAnsi="Times New Roman"/>
          <w:b/>
          <w:sz w:val="24"/>
          <w:szCs w:val="24"/>
        </w:rPr>
        <w:t>3. Работа над сюжетами произведения.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>Отгадать кроссворд.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noProof/>
          <w:lang w:eastAsia="ru-RU"/>
        </w:rPr>
        <w:pict>
          <v:rect id="_x0000_s1026" style="position:absolute;left:0;text-align:left;margin-left:180pt;margin-top:7.8pt;width:27pt;height:27pt;z-index:251667968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С</w:t>
                  </w:r>
                </w:p>
              </w:txbxContent>
            </v:textbox>
          </v:rect>
        </w:pict>
      </w:r>
    </w:p>
    <w:p w:rsidR="000D68F3" w:rsidRPr="00B37D2B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_x0000_s1027" style="position:absolute;left:0;text-align:left;margin-left:99pt;margin-top:11.15pt;width:27pt;height:27pt;z-index:251700736">
            <v:textbox>
              <w:txbxContent>
                <w:p w:rsidR="000D68F3" w:rsidRPr="00CC1A5D" w:rsidRDefault="000D68F3" w:rsidP="00CC1A5D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П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8" style="position:absolute;left:0;text-align:left;margin-left:180pt;margin-top:14.7pt;width:27pt;height:27pt;z-index:251668992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П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9" style="position:absolute;left:0;text-align:left;margin-left:207pt;margin-top:14.7pt;width:27pt;height:27pt;z-index:251664896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П</w:t>
                  </w:r>
                </w:p>
              </w:txbxContent>
            </v:textbox>
          </v:rect>
        </w:pict>
      </w:r>
    </w:p>
    <w:p w:rsidR="000D68F3" w:rsidRPr="00B37D2B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_x0000_s1030" style="position:absolute;left:0;text-align:left;margin-left:99pt;margin-top:6.4pt;width:27pt;height:27pt;z-index:251699712">
            <v:textbox>
              <w:txbxContent>
                <w:p w:rsidR="000D68F3" w:rsidRPr="00CC1A5D" w:rsidRDefault="000D68F3" w:rsidP="00CC1A5D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1" style="position:absolute;left:0;text-align:left;margin-left:126pt;margin-top:6.4pt;width:27pt;height:27pt;z-index:251694592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К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2" style="position:absolute;left:0;text-align:left;margin-left:153pt;margin-top:6.4pt;width:27pt;height:27pt;z-index:251692544">
            <v:textbox>
              <w:txbxContent>
                <w:p w:rsidR="000D68F3" w:rsidRPr="00CC1A5D" w:rsidRDefault="000D68F3" w:rsidP="00CC1A5D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Ш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3" style="position:absolute;left:0;text-align:left;margin-left:1in;margin-top:5.2pt;width:27pt;height:27pt;z-index:251688448">
            <v:textbox>
              <w:txbxContent>
                <w:p w:rsidR="000D68F3" w:rsidRPr="00707A81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4" style="position:absolute;left:0;text-align:left;margin-left:180pt;margin-top:9.95pt;width:27pt;height:27pt;z-index:251670016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5" style="position:absolute;left:0;text-align:left;margin-left:207pt;margin-top:9.95pt;width:27pt;height:27pt;z-index:251663872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6" style="position:absolute;left:0;text-align:left;margin-left:234pt;margin-top:9.95pt;width:27pt;height:27pt;z-index:251653632">
            <v:textbox>
              <w:txbxContent>
                <w:p w:rsidR="000D68F3" w:rsidRPr="00707A81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Д</w:t>
                  </w:r>
                </w:p>
              </w:txbxContent>
            </v:textbox>
          </v:rect>
        </w:pic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_x0000_s1037" style="position:absolute;left:0;text-align:left;margin-left:99pt;margin-top:1.65pt;width:27pt;height:27pt;z-index:251698688">
            <v:textbox>
              <w:txbxContent>
                <w:p w:rsidR="000D68F3" w:rsidRPr="00CC1A5D" w:rsidRDefault="000D68F3" w:rsidP="00CC1A5D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8" style="position:absolute;left:0;text-align:left;margin-left:126pt;margin-top:1.65pt;width:27pt;height:27pt;z-index:251695616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9" style="position:absolute;left:0;text-align:left;margin-left:153pt;margin-top:1.65pt;width:27pt;height:27pt;z-index:251677184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0" style="position:absolute;left:0;text-align:left;margin-left:1in;margin-top:.45pt;width:27pt;height:27pt;z-index:251689472">
            <v:textbox>
              <w:txbxContent>
                <w:p w:rsidR="000D68F3" w:rsidRPr="00707A81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1" style="position:absolute;left:0;text-align:left;margin-left:180pt;margin-top:5.2pt;width:27pt;height:27pt;z-index:251671040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2" style="position:absolute;left:0;text-align:left;margin-left:207pt;margin-top:5.2pt;width:27pt;height:27pt;z-index:251651584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Б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3" style="position:absolute;left:0;text-align:left;margin-left:234pt;margin-top:5.2pt;width:27pt;height:27pt;z-index:251654656">
            <v:textbox>
              <w:txbxContent>
                <w:p w:rsidR="000D68F3" w:rsidRPr="00707A81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4" style="position:absolute;left:0;text-align:left;margin-left:261pt;margin-top:5.2pt;width:27pt;height:27pt;z-index:251657728">
            <v:textbox style="mso-next-textbox:#_x0000_s1044">
              <w:txbxContent>
                <w:p w:rsidR="000D68F3" w:rsidRPr="002762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П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5" style="position:absolute;left:0;text-align:left;margin-left:315pt;margin-top:5.2pt;width:27pt;height:27pt;z-index:251649536">
            <v:textbox style="mso-next-textbox:#_x0000_s1045">
              <w:txbxContent>
                <w:p w:rsidR="000D68F3" w:rsidRPr="00DC00F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П</w:t>
                  </w:r>
                </w:p>
              </w:txbxContent>
            </v:textbox>
          </v:rect>
        </w:pic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_x0000_s1046" style="position:absolute;left:0;text-align:left;margin-left:18pt;margin-top:12.8pt;width:27pt;height:30.55pt;z-index:251618816">
            <v:textbox style="mso-next-textbox:#_x0000_s1046">
              <w:txbxContent>
                <w:p w:rsidR="000D68F3" w:rsidRPr="00B37D2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 w:rsidRPr="00B37D2B"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С</w:t>
                  </w:r>
                </w:p>
              </w:txbxContent>
            </v:textbox>
          </v:rect>
        </w:pic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noProof/>
          <w:lang w:eastAsia="ru-RU"/>
        </w:rPr>
        <w:pict>
          <v:rect id="_x0000_s1047" style="position:absolute;left:0;text-align:left;margin-left:45pt;margin-top:.45pt;width:27pt;height:27pt;z-index:251614720">
            <v:textbox style="mso-next-textbox:#_x0000_s1047">
              <w:txbxContent>
                <w:p w:rsidR="000D68F3" w:rsidRPr="00B37D2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8" style="position:absolute;left:0;text-align:left;margin-left:1in;margin-top:.45pt;width:27pt;height:27pt;z-index:251615744">
            <v:textbox style="mso-next-textbox:#_x0000_s1048">
              <w:txbxContent>
                <w:p w:rsidR="000D68F3" w:rsidRPr="00B37D2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Д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9" style="position:absolute;left:0;text-align:left;margin-left:99pt;margin-top:.45pt;width:27pt;height:27pt;z-index:251616768">
            <v:textbox style="mso-next-textbox:#_x0000_s1049">
              <w:txbxContent>
                <w:p w:rsidR="000D68F3" w:rsidRPr="00B37D2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0" style="position:absolute;left:0;text-align:left;margin-left:126pt;margin-top:.45pt;width:27pt;height:27pt;z-index:251617792">
            <v:textbox style="mso-next-textbox:#_x0000_s1050">
              <w:txbxContent>
                <w:p w:rsidR="000D68F3" w:rsidRPr="00B37D2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Б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1" style="position:absolute;left:0;text-align:left;margin-left:369pt;margin-top:.45pt;width:27pt;height:27pt;z-index:251619840">
            <v:textbox style="mso-next-textbox:#_x0000_s1051">
              <w:txbxContent>
                <w:p w:rsidR="000D68F3" w:rsidRPr="00B37D2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2" style="position:absolute;left:0;text-align:left;margin-left:153pt;margin-top:.45pt;width:27pt;height:27pt;z-index:251620864">
            <v:textbox style="mso-next-textbox:#_x0000_s1052">
              <w:txbxContent>
                <w:p w:rsidR="000D68F3" w:rsidRPr="00B37D2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3" style="position:absolute;left:0;text-align:left;margin-left:180pt;margin-top:.45pt;width:27pt;height:27pt;z-index:251621888">
            <v:textbox style="mso-next-textbox:#_x0000_s1053">
              <w:txbxContent>
                <w:p w:rsidR="000D68F3" w:rsidRPr="00B37D2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Ч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4" style="position:absolute;left:0;text-align:left;margin-left:207pt;margin-top:.45pt;width:27pt;height:27pt;z-index:251622912">
            <v:textbox style="mso-next-textbox:#_x0000_s1054">
              <w:txbxContent>
                <w:p w:rsidR="000D68F3" w:rsidRPr="00B37D2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5" style="position:absolute;left:0;text-align:left;margin-left:234pt;margin-top:.45pt;width:27pt;height:27pt;z-index:251623936">
            <v:textbox style="mso-next-textbox:#_x0000_s1055">
              <w:txbxContent>
                <w:p w:rsidR="000D68F3" w:rsidRPr="00B37D2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6" style="position:absolute;left:0;text-align:left;margin-left:261pt;margin-top:.45pt;width:27pt;height:27pt;z-index:251624960">
            <v:textbox style="mso-next-textbox:#_x0000_s1056">
              <w:txbxContent>
                <w:p w:rsidR="000D68F3" w:rsidRPr="00B37D2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7" style="position:absolute;left:0;text-align:left;margin-left:4in;margin-top:.45pt;width:27pt;height:27pt;z-index:251625984">
            <v:textbox style="mso-next-textbox:#_x0000_s1057">
              <w:txbxContent>
                <w:p w:rsidR="000D68F3" w:rsidRPr="00B37D2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8" style="position:absolute;left:0;text-align:left;margin-left:315pt;margin-top:.45pt;width:27pt;height:27pt;z-index:251627008">
            <v:textbox style="mso-next-textbox:#_x0000_s1058">
              <w:txbxContent>
                <w:p w:rsidR="000D68F3" w:rsidRPr="00B37D2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9" style="position:absolute;left:0;text-align:left;margin-left:342pt;margin-top:.45pt;width:27pt;height:27pt;z-index:251628032">
            <v:textbox style="mso-next-textbox:#_x0000_s1059">
              <w:txbxContent>
                <w:p w:rsidR="000D68F3" w:rsidRPr="00B37D2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К</w:t>
                  </w:r>
                </w:p>
              </w:txbxContent>
            </v:textbox>
          </v:rect>
        </w:pic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noProof/>
          <w:lang w:eastAsia="ru-RU"/>
        </w:rPr>
        <w:pict>
          <v:rect id="_x0000_s1060" style="position:absolute;left:0;text-align:left;margin-left:1in;margin-top:6.85pt;width:27pt;height:27pt;z-index:251687424">
            <v:textbox>
              <w:txbxContent>
                <w:p w:rsidR="000D68F3" w:rsidRPr="00707A81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Р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1" style="position:absolute;left:0;text-align:left;margin-left:45pt;margin-top:6.85pt;width:27pt;height:27pt;z-index:251683328">
            <v:textbox>
              <w:txbxContent>
                <w:p w:rsidR="000D68F3" w:rsidRPr="00707A81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Р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2" style="position:absolute;left:0;text-align:left;margin-left:153pt;margin-top:6.85pt;width:27pt;height:27pt;z-index:251645440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П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3" style="position:absolute;left:0;text-align:left;margin-left:180pt;margin-top:11.6pt;width:27pt;height:27pt;z-index:251662848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4" style="position:absolute;left:0;text-align:left;margin-left:207pt;margin-top:11.6pt;width:27pt;height:27pt;z-index:251650560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Г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5" style="position:absolute;left:0;text-align:left;margin-left:234pt;margin-top:11.6pt;width:27pt;height:27pt;z-index:251652608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6" style="position:absolute;left:0;text-align:left;margin-left:261pt;margin-top:11.6pt;width:27pt;height:27pt;z-index:251659776">
            <v:textbox style="mso-next-textbox:#_x0000_s1066">
              <w:txbxContent>
                <w:p w:rsidR="000D68F3" w:rsidRPr="002762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Д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7" style="position:absolute;left:0;text-align:left;margin-left:4in;margin-top:11.6pt;width:27pt;height:27pt;z-index:251644416">
            <v:textbox style="mso-next-textbox:#_x0000_s1067">
              <w:txbxContent>
                <w:p w:rsidR="000D68F3" w:rsidRPr="002762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8" style="position:absolute;left:0;text-align:left;margin-left:315pt;margin-top:11.6pt;width:27pt;height:27pt;z-index:251631104">
            <v:textbox style="mso-next-textbox:#_x0000_s1068">
              <w:txbxContent>
                <w:p w:rsidR="000D68F3" w:rsidRPr="00DC00F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9" style="position:absolute;left:0;text-align:left;margin-left:342pt;margin-top:11.6pt;width:27pt;height:27pt;z-index:251636224">
            <v:textbox style="mso-next-textbox:#_x0000_s1069">
              <w:txbxContent>
                <w:p w:rsidR="000D68F3" w:rsidRPr="00DC00F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0" style="position:absolute;left:0;text-align:left;margin-left:369pt;margin-top:11.6pt;width:27pt;height:27pt;z-index:251640320">
            <v:textbox style="mso-next-textbox:#_x0000_s1070">
              <w:txbxContent>
                <w:p w:rsidR="000D68F3" w:rsidRPr="00A530E1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1" style="position:absolute;left:0;text-align:left;margin-left:18pt;margin-top:11.6pt;width:27pt;height:27pt;z-index:251629056">
            <v:textbox>
              <w:txbxContent>
                <w:p w:rsidR="000D68F3" w:rsidRPr="00707A81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ы</w:t>
                  </w:r>
                </w:p>
              </w:txbxContent>
            </v:textbox>
          </v:rect>
        </w:pic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noProof/>
          <w:lang w:eastAsia="ru-RU"/>
        </w:rPr>
        <w:pict>
          <v:rect id="_x0000_s1072" style="position:absolute;left:0;text-align:left;margin-left:99pt;margin-top:0;width:27pt;height:27pt;z-index:251684352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3" style="position:absolute;left:0;text-align:left;margin-left:126pt;margin-top:0;width:27pt;height:27pt;z-index:251676160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 w:rsidRPr="00CC1A5D"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А</w:t>
                  </w:r>
                </w:p>
              </w:txbxContent>
            </v:textbox>
          </v:rect>
        </w:pic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noProof/>
          <w:lang w:eastAsia="ru-RU"/>
        </w:rPr>
        <w:pict>
          <v:rect id="_x0000_s1074" style="position:absolute;left:0;text-align:left;margin-left:99pt;margin-top:12.3pt;width:27pt;height:27pt;z-index:251697664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5" style="position:absolute;left:0;text-align:left;margin-left:126pt;margin-top:12.3pt;width:27pt;height:27pt;z-index:251693568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6" style="position:absolute;left:0;text-align:left;margin-left:1in;margin-top:2.1pt;width:27pt;height:27pt;z-index:251686400">
            <v:textbox>
              <w:txbxContent>
                <w:p w:rsidR="000D68F3" w:rsidRPr="00707A81" w:rsidRDefault="000D68F3">
                  <w:pPr>
                    <w:rPr>
                      <w:rFonts w:ascii="Times New Roman" w:hAnsi="Times New Roman"/>
                      <w:b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kk-KZ"/>
                    </w:rPr>
                    <w:t>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7" style="position:absolute;left:0;text-align:left;margin-left:45pt;margin-top:2.1pt;width:27pt;height:27pt;z-index:251682304">
            <v:textbox>
              <w:txbxContent>
                <w:p w:rsidR="000D68F3" w:rsidRPr="00707A81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Ю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8" style="position:absolute;left:0;text-align:left;margin-left:153pt;margin-top:2.1pt;width:27pt;height:27pt;z-index:251678208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9" style="position:absolute;left:0;text-align:left;margin-left:18pt;margin-top:2.1pt;width:27pt;height:27pt;z-index:251665920">
            <v:textbox>
              <w:txbxContent>
                <w:p w:rsidR="000D68F3" w:rsidRPr="00707A81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0" style="position:absolute;left:0;text-align:left;margin-left:180pt;margin-top:6.85pt;width:27pt;height:27pt;z-index:251661824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Ч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1" style="position:absolute;left:0;text-align:left;margin-left:261pt;margin-top:6.85pt;width:27pt;height:27pt;z-index:251658752">
            <v:textbox style="mso-next-textbox:#_x0000_s1081">
              <w:txbxContent>
                <w:p w:rsidR="000D68F3" w:rsidRPr="002762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2" style="position:absolute;left:0;text-align:left;margin-left:4in;margin-top:6.85pt;width:27pt;height:27pt;z-index:251643392">
            <v:textbox style="mso-next-textbox:#_x0000_s1082">
              <w:txbxContent>
                <w:p w:rsidR="000D68F3" w:rsidRPr="002762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3" style="position:absolute;left:0;text-align:left;margin-left:315pt;margin-top:6.85pt;width:27pt;height:27pt;z-index:251630080">
            <v:textbox style="mso-next-textbox:#_x0000_s1083">
              <w:txbxContent>
                <w:p w:rsidR="000D68F3" w:rsidRPr="00DC00F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Ч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4" style="position:absolute;left:0;text-align:left;margin-left:342pt;margin-top:6.85pt;width:27pt;height:27pt;z-index:251635200">
            <v:textbox style="mso-next-textbox:#_x0000_s1084">
              <w:txbxContent>
                <w:p w:rsidR="000D68F3" w:rsidRPr="00DC00F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Ш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5" style="position:absolute;left:0;text-align:left;margin-left:369pt;margin-top:6.85pt;width:27pt;height:27pt;z-index:251639296">
            <v:textbox style="mso-next-textbox:#_x0000_s1085">
              <w:txbxContent>
                <w:p w:rsidR="000D68F3" w:rsidRPr="00DC00F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Т</w:t>
                  </w:r>
                </w:p>
              </w:txbxContent>
            </v:textbox>
          </v:rect>
        </w:pic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noProof/>
          <w:lang w:eastAsia="ru-RU"/>
        </w:rPr>
        <w:pict>
          <v:rect id="_x0000_s1086" style="position:absolute;left:0;text-align:left;margin-left:180pt;margin-top:14.45pt;width:27pt;height:27pt;z-index:251674112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7" style="position:absolute;left:0;text-align:left;margin-left:1in;margin-top:13.25pt;width:27pt;height:27pt;z-index:251685376">
            <v:textbox>
              <w:txbxContent>
                <w:p w:rsidR="000D68F3" w:rsidRPr="00707A81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8" style="position:absolute;left:0;text-align:left;margin-left:45pt;margin-top:13.25pt;width:27pt;height:27pt;z-index:251681280">
            <v:textbox>
              <w:txbxContent>
                <w:p w:rsidR="000D68F3" w:rsidRPr="00707A81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П</w:t>
                  </w:r>
                </w:p>
              </w:txbxContent>
            </v:textbox>
          </v:rect>
        </w:pic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noProof/>
          <w:lang w:eastAsia="ru-RU"/>
        </w:rPr>
        <w:pict>
          <v:rect id="_x0000_s1089" style="position:absolute;left:0;text-align:left;margin-left:126pt;margin-top:7.6pt;width:27pt;height:27pt;z-index:251696640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0" style="position:absolute;left:0;text-align:left;margin-left:261pt;margin-top:2.1pt;width:27pt;height:27pt;z-index:251656704">
            <v:textbox style="mso-next-textbox:#_x0000_s1090">
              <w:txbxContent>
                <w:p w:rsidR="000D68F3" w:rsidRPr="002762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Д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1" style="position:absolute;left:0;text-align:left;margin-left:4in;margin-top:2.1pt;width:27pt;height:27pt;z-index:251642368">
            <v:textbox style="mso-next-textbox:#_x0000_s1091">
              <w:txbxContent>
                <w:p w:rsidR="000D68F3" w:rsidRPr="002762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Ю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2" style="position:absolute;left:0;text-align:left;margin-left:315pt;margin-top:2.1pt;width:27pt;height:27pt;z-index:251648512">
            <v:textbox style="mso-next-textbox:#_x0000_s1092">
              <w:txbxContent>
                <w:p w:rsidR="000D68F3" w:rsidRPr="00DC00F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3" style="position:absolute;left:0;text-align:left;margin-left:342pt;margin-top:2.1pt;width:27pt;height:27pt;z-index:251634176">
            <v:textbox style="mso-next-textbox:#_x0000_s1093">
              <w:txbxContent>
                <w:p w:rsidR="000D68F3" w:rsidRPr="00DC00F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4" style="position:absolute;left:0;text-align:left;margin-left:369pt;margin-top:2.1pt;width:27pt;height:27pt;z-index:251638272">
            <v:textbox style="mso-next-textbox:#_x0000_s1094">
              <w:txbxContent>
                <w:p w:rsidR="000D68F3" w:rsidRPr="00DC00F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О</w:t>
                  </w:r>
                </w:p>
              </w:txbxContent>
            </v:textbox>
          </v:rect>
        </w:pic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noProof/>
          <w:lang w:eastAsia="ru-RU"/>
        </w:rPr>
        <w:pict>
          <v:rect id="_x0000_s1095" style="position:absolute;left:0;text-align:left;margin-left:180pt;margin-top:9.7pt;width:27pt;height:27pt;z-index:251675136">
            <v:textbox>
              <w:txbxContent>
                <w:p w:rsidR="000D68F3" w:rsidRPr="00CC1A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6" style="position:absolute;left:0;text-align:left;margin-left:45pt;margin-top:8.5pt;width:27pt;height:27pt;z-index:251680256">
            <v:textbox>
              <w:txbxContent>
                <w:p w:rsidR="000D68F3" w:rsidRPr="00707A81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7" style="position:absolute;left:0;text-align:left;margin-left:4in;margin-top:8.5pt;width:27pt;height:31.25pt;z-index:251641344">
            <v:textbox style="mso-next-textbox:#_x0000_s1097">
              <w:txbxContent>
                <w:p w:rsidR="000D68F3" w:rsidRPr="002762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Ш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8" style="position:absolute;left:0;text-align:left;margin-left:261pt;margin-top:13.25pt;width:27pt;height:27pt;z-index:251655680">
            <v:textbox style="mso-next-textbox:#_x0000_s1098">
              <w:txbxContent>
                <w:p w:rsidR="000D68F3" w:rsidRPr="002762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9" style="position:absolute;left:0;text-align:left;margin-left:315pt;margin-top:13.25pt;width:27pt;height:27pt;z-index:251647488">
            <v:textbox style="mso-next-textbox:#_x0000_s1099">
              <w:txbxContent>
                <w:p w:rsidR="000D68F3" w:rsidRPr="00DC00F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0" style="position:absolute;left:0;text-align:left;margin-left:342pt;margin-top:13.25pt;width:27pt;height:27pt;z-index:251633152">
            <v:textbox style="mso-next-textbox:#_x0000_s1100">
              <w:txbxContent>
                <w:p w:rsidR="000D68F3" w:rsidRPr="00DC00F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Р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1" style="position:absolute;left:0;text-align:left;margin-left:369pt;margin-top:13.25pt;width:27pt;height:27pt;z-index:251637248">
            <v:textbox style="mso-next-textbox:#_x0000_s1101">
              <w:txbxContent>
                <w:p w:rsidR="000D68F3" w:rsidRPr="00DC00F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Р</w:t>
                  </w:r>
                </w:p>
              </w:txbxContent>
            </v:textbox>
          </v:rect>
        </w:pict>
      </w:r>
    </w:p>
    <w:p w:rsidR="000D68F3" w:rsidRPr="00B37D2B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noProof/>
          <w:lang w:eastAsia="ru-RU"/>
        </w:rPr>
        <w:pict>
          <v:rect id="_x0000_s1102" style="position:absolute;left:0;text-align:left;margin-left:180pt;margin-top:4.95pt;width:27pt;height:27pt;z-index:251691520">
            <v:textbox>
              <w:txbxContent>
                <w:p w:rsidR="000D68F3" w:rsidRPr="00CC1A5D" w:rsidRDefault="000D68F3" w:rsidP="00CC1A5D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3" style="position:absolute;left:0;text-align:left;margin-left:45pt;margin-top:3.8pt;width:27pt;height:27pt;z-index:251679232">
            <v:textbox>
              <w:txbxContent>
                <w:p w:rsidR="000D68F3" w:rsidRPr="00707A81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4" style="position:absolute;left:0;text-align:left;margin-left:4in;margin-top:3.8pt;width:27pt;height:36pt;z-index:251672064">
            <v:textbox style="mso-next-textbox:#_x0000_s1104">
              <w:txbxContent>
                <w:p w:rsidR="000D68F3" w:rsidRPr="0027625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5" style="position:absolute;left:0;text-align:left;margin-left:261pt;margin-top:12.8pt;width:27pt;height:27pt;z-index:251673088">
            <v:textbox style="mso-next-textbox:#_x0000_s1105">
              <w:txbxContent>
                <w:p w:rsidR="000D68F3" w:rsidRPr="002508AD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6" style="position:absolute;left:0;text-align:left;margin-left:315pt;margin-top:8.5pt;width:27pt;height:27pt;z-index:251646464">
            <v:textbox style="mso-next-textbox:#_x0000_s1106">
              <w:txbxContent>
                <w:p w:rsidR="000D68F3" w:rsidRPr="00DC00F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К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7" style="position:absolute;left:0;text-align:left;margin-left:342pt;margin-top:8.5pt;width:27pt;height:27pt;z-index:251632128">
            <v:textbox style="mso-next-textbox:#_x0000_s1107">
              <w:txbxContent>
                <w:p w:rsidR="000D68F3" w:rsidRPr="00DC00FB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Ы</w:t>
                  </w:r>
                </w:p>
              </w:txbxContent>
            </v:textbox>
          </v:rect>
        </w:pic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noProof/>
          <w:lang w:eastAsia="ru-RU"/>
        </w:rPr>
        <w:pict>
          <v:rect id="_x0000_s1108" style="position:absolute;left:0;text-align:left;margin-left:45pt;margin-top:14.9pt;width:27pt;height:27pt;z-index:251690496">
            <v:textbox>
              <w:txbxContent>
                <w:p w:rsidR="000D68F3" w:rsidRPr="00707A81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9" style="position:absolute;left:0;text-align:left;margin-left:315pt;margin-top:14.9pt;width:27pt;height:27pt;z-index:251660800">
            <v:textbox>
              <w:txbxContent>
                <w:p w:rsidR="000D68F3" w:rsidRPr="00707A81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И</w:t>
                  </w:r>
                </w:p>
              </w:txbxContent>
            </v:textbox>
          </v:rect>
        </w:pic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noProof/>
          <w:lang w:eastAsia="ru-RU"/>
        </w:rPr>
        <w:pict>
          <v:rect id="_x0000_s1110" style="position:absolute;left:0;text-align:left;margin-left:45pt;margin-top:11.35pt;width:27pt;height:27pt;z-index:251666944">
            <v:textbox>
              <w:txbxContent>
                <w:p w:rsidR="000D68F3" w:rsidRPr="00707A81" w:rsidRDefault="000D68F3">
                  <w:pP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  <w:lang w:val="kk-KZ"/>
                    </w:rPr>
                    <w:t>К</w:t>
                  </w:r>
                </w:p>
              </w:txbxContent>
            </v:textbox>
          </v:rect>
        </w:pic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0D68F3" w:rsidRPr="00CC1A5D" w:rsidRDefault="000D68F3" w:rsidP="007A59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C1A5D">
        <w:rPr>
          <w:rFonts w:ascii="Times New Roman" w:hAnsi="Times New Roman"/>
          <w:b/>
          <w:sz w:val="24"/>
          <w:szCs w:val="24"/>
        </w:rPr>
        <w:t>Вопросы: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Вся ли семья Соколова погибает? Кто-нибудь остался в живых?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какой город уезжает после войны Соколов?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Кто главный герой рассказа «Судьба человека»?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Какая весточка пришла от сына на фронт Соколову?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Место, где батрачил Андрей, когда родители погибли от голода?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Как называлась немецкая водка, которой угощал Мюллер?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Когда разделили хлеб, который дал комендант, размером с какую коробку был кусочек?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Находясь в плену, Андрей совершает дважды что?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«Вот что значит настоящий доктор! Он и в плену, и в потемках делал свое великое …» Что?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каком немецком городе Соколов работал на строительстве дорог?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Как звали приемного сына?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М.Шолохов пишет: «Два осиротевших человека, две…»   Что?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Куда едут Ванюша и Соколов в конце рассказа?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«Судьбе человека» два рассказчика: Соколов и … Кто?</w:t>
      </w:r>
    </w:p>
    <w:p w:rsidR="000D68F3" w:rsidRPr="00BC1006" w:rsidRDefault="000D68F3" w:rsidP="007A59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C1006">
        <w:rPr>
          <w:rFonts w:ascii="Times New Roman" w:hAnsi="Times New Roman"/>
          <w:b/>
          <w:sz w:val="24"/>
          <w:szCs w:val="24"/>
        </w:rPr>
        <w:t>Слово учителя.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Шолохов не был бы настоящим писателем, если бы только обозначил трагедию ребенка. Но показал «свет в конце тоннеля» Спасение людей Шолохов видит в спасении любви, в понимании: А.Соколов усыновил Ванюшку и спасся сам.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С каждым годом по времени мы все дальше и дальше уходим от тех суровых лет.1418 дней и ночей вел советский народ гигантскую битву с фашизмом.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Забыть войну нам, кто её не видел, легко, но это – подлость. Подлость и трусость. Подлость по отношению к тем парням, которые навеки остались молодыми.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Р. Рождественский призывает нас помнить о них и быть достойными их памяти. 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 учителем «Реквием».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Помните!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Через века, через года,-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тех, кто уже не придет никогда,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Помните!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горле сдержите стоны,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Памяти павших будьте достойны!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Вечно достойны!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И на войне, и в мирное время нужно помогать друг другу, подставлять плечо свое, делиться последним, защищать и оберегать дорогих тебе окружающих. Вот как говорил К.Симонов: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ту ночь,  готовясь умирать,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Навек забыли мы, как лгать,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изменять, как быть скупым,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над добром дрожать своим.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Хлеб пополам, кров пополам –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жизнь в ту ночь открылась нам.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Хлеб пополам, кров пополам, душу пополам, Постарайтесь отдать хотя бы часть своей души пожилым людям, ветеранам войны, которые очень нуждаются в человеческом тепле и участии.</w:t>
      </w:r>
    </w:p>
    <w:p w:rsidR="000D68F3" w:rsidRPr="00BC1006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1006">
        <w:rPr>
          <w:rFonts w:ascii="Times New Roman" w:hAnsi="Times New Roman"/>
          <w:b/>
          <w:sz w:val="24"/>
          <w:szCs w:val="24"/>
          <w:lang w:val="en-US"/>
        </w:rPr>
        <w:t>V</w:t>
      </w:r>
      <w:r w:rsidRPr="00BC1006">
        <w:rPr>
          <w:rFonts w:ascii="Times New Roman" w:hAnsi="Times New Roman"/>
          <w:b/>
          <w:sz w:val="24"/>
          <w:szCs w:val="24"/>
        </w:rPr>
        <w:t>. Домашнее задание.</w:t>
      </w:r>
      <w:r>
        <w:rPr>
          <w:rFonts w:ascii="Times New Roman" w:hAnsi="Times New Roman"/>
          <w:sz w:val="24"/>
          <w:szCs w:val="24"/>
        </w:rPr>
        <w:t xml:space="preserve"> Подготовить рассуждение (устно) «Есть ли место подвигу /героизму, смелому поступку / в современной жизни?</w:t>
      </w:r>
    </w:p>
    <w:p w:rsidR="000D68F3" w:rsidRPr="00BC1006" w:rsidRDefault="000D68F3" w:rsidP="007A59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C1006"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BC1006">
        <w:rPr>
          <w:rFonts w:ascii="Times New Roman" w:hAnsi="Times New Roman"/>
          <w:b/>
          <w:sz w:val="24"/>
          <w:szCs w:val="24"/>
        </w:rPr>
        <w:t xml:space="preserve">. Итоги урока. 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-Каким должен быть настоящий человек?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-Как вы думаете, почему этот рассказ называется «Судьба человека»?</w:t>
      </w:r>
    </w:p>
    <w:p w:rsidR="000D68F3" w:rsidRPr="00BC1006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-Можно ли Андрея Соколова назвать настоящим человеком?</w:t>
      </w: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68F3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68F3" w:rsidRPr="00927AC5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68F3" w:rsidRPr="007A5956" w:rsidRDefault="000D68F3" w:rsidP="007A59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0D68F3" w:rsidRPr="007A5956" w:rsidSect="00131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188"/>
    <w:rsid w:val="000D68F3"/>
    <w:rsid w:val="000F6A9C"/>
    <w:rsid w:val="001315F3"/>
    <w:rsid w:val="0019125F"/>
    <w:rsid w:val="0022250A"/>
    <w:rsid w:val="00227372"/>
    <w:rsid w:val="002508AD"/>
    <w:rsid w:val="002533B5"/>
    <w:rsid w:val="0026464A"/>
    <w:rsid w:val="00273FC5"/>
    <w:rsid w:val="0027625D"/>
    <w:rsid w:val="002948DD"/>
    <w:rsid w:val="003C380E"/>
    <w:rsid w:val="003F0F97"/>
    <w:rsid w:val="005A0FA2"/>
    <w:rsid w:val="006104F1"/>
    <w:rsid w:val="00707A81"/>
    <w:rsid w:val="007A5956"/>
    <w:rsid w:val="007F13F7"/>
    <w:rsid w:val="00927AC5"/>
    <w:rsid w:val="00A530E1"/>
    <w:rsid w:val="00B37D2B"/>
    <w:rsid w:val="00BC1006"/>
    <w:rsid w:val="00C64384"/>
    <w:rsid w:val="00CC1A5D"/>
    <w:rsid w:val="00DC00FB"/>
    <w:rsid w:val="00DC0BB2"/>
    <w:rsid w:val="00E74080"/>
    <w:rsid w:val="00F31188"/>
    <w:rsid w:val="00F5320D"/>
    <w:rsid w:val="00F60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5F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</TotalTime>
  <Pages>4</Pages>
  <Words>1051</Words>
  <Characters>5994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 </cp:lastModifiedBy>
  <cp:revision>26</cp:revision>
  <dcterms:created xsi:type="dcterms:W3CDTF">2011-12-07T07:05:00Z</dcterms:created>
  <dcterms:modified xsi:type="dcterms:W3CDTF">2011-12-09T08:06:00Z</dcterms:modified>
</cp:coreProperties>
</file>